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36" w:rsidRDefault="00ED34BF">
      <w:r>
        <w:rPr>
          <w:noProof/>
        </w:rPr>
        <w:pict>
          <v:group id="_x0000_s1026" style="position:absolute;margin-left:9.75pt;margin-top:-14.7pt;width:507.6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4A1C66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BC70BA" w:rsidRPr="00BC70BA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HW15</w:t>
                        </w:r>
                        <w:r w:rsidR="00BC70BA">
                          <w:rPr>
                            <w:noProof/>
                          </w:rPr>
                          <w:t>_PointsLinesPlanes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>,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817E09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Tue, 16 Sep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433636" w:rsidRDefault="00433636"/>
    <w:p w:rsidR="004A1C66" w:rsidRDefault="004A1C66"/>
    <w:p w:rsidR="004A1C66" w:rsidRDefault="004A1C66"/>
    <w:p w:rsidR="00906228" w:rsidRPr="006B1927" w:rsidRDefault="004A1C66" w:rsidP="00906228">
      <w:pPr>
        <w:rPr>
          <w:rFonts w:ascii="Calibri" w:hAnsi="Calibri"/>
          <w:b/>
        </w:rPr>
      </w:pPr>
      <w:r>
        <w:t xml:space="preserve"> </w:t>
      </w:r>
      <w:r w:rsidR="00906228" w:rsidRPr="007E4DA0">
        <w:rPr>
          <w:rFonts w:ascii="Calibri" w:hAnsi="Calibri"/>
          <w:b/>
        </w:rPr>
        <w:t>Failure to</w:t>
      </w:r>
      <w:r w:rsidR="00906228">
        <w:rPr>
          <w:rFonts w:ascii="Calibri" w:hAnsi="Calibri"/>
          <w:b/>
        </w:rPr>
        <w:t xml:space="preserve"> show work and write in</w:t>
      </w:r>
      <w:r w:rsidR="00906228" w:rsidRPr="007E4DA0">
        <w:rPr>
          <w:rFonts w:ascii="Calibri" w:hAnsi="Calibri"/>
          <w:b/>
        </w:rPr>
        <w:t xml:space="preserve"> complete sentences will result in a LaSalle. </w:t>
      </w: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8"/>
        <w:gridCol w:w="5508"/>
      </w:tblGrid>
      <w:tr w:rsidR="00906228" w:rsidRPr="00693D49" w:rsidTr="00714AAC">
        <w:tc>
          <w:tcPr>
            <w:tcW w:w="5508" w:type="dxa"/>
            <w:shd w:val="clear" w:color="auto" w:fill="auto"/>
          </w:tcPr>
          <w:p w:rsidR="00906228" w:rsidRPr="00693D49" w:rsidRDefault="00906228" w:rsidP="00714AAC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1. Define “collinear” and </w:t>
            </w:r>
            <w:r w:rsidRPr="007A0BC2">
              <w:rPr>
                <w:rFonts w:ascii="Calibri" w:hAnsi="Calibri" w:cs="Calibri"/>
                <w:b/>
                <w:i/>
                <w:szCs w:val="20"/>
              </w:rPr>
              <w:t>sketch an example</w:t>
            </w:r>
            <w:r w:rsidRPr="00693D49">
              <w:rPr>
                <w:rFonts w:ascii="Calibri" w:hAnsi="Calibri" w:cs="Calibri"/>
                <w:szCs w:val="20"/>
              </w:rPr>
              <w:t xml:space="preserve"> of collinear points. </w:t>
            </w:r>
          </w:p>
          <w:p w:rsidR="00906228" w:rsidRPr="00693D49" w:rsidRDefault="00906228" w:rsidP="00714AAC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906228" w:rsidRPr="00693D49" w:rsidRDefault="00906228" w:rsidP="00714AAC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906228" w:rsidRPr="00693D49" w:rsidRDefault="00906228" w:rsidP="00714AAC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906228" w:rsidRDefault="00906228" w:rsidP="00714AAC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433636" w:rsidRPr="00693D49" w:rsidRDefault="00433636" w:rsidP="00714AAC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906228" w:rsidRDefault="00906228" w:rsidP="00714AAC">
            <w:pPr>
              <w:rPr>
                <w:rFonts w:ascii="Calibri" w:hAnsi="Calibri" w:cs="Calibri"/>
                <w:szCs w:val="20"/>
              </w:rPr>
            </w:pPr>
          </w:p>
          <w:p w:rsidR="00433636" w:rsidRPr="00693D49" w:rsidRDefault="00433636" w:rsidP="00714AAC">
            <w:pPr>
              <w:rPr>
                <w:rFonts w:ascii="Calibri" w:hAnsi="Calibri" w:cs="Calibri"/>
                <w:szCs w:val="20"/>
              </w:rPr>
            </w:pPr>
          </w:p>
          <w:p w:rsidR="00906228" w:rsidRPr="00693D49" w:rsidRDefault="00906228" w:rsidP="00714AAC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5508" w:type="dxa"/>
            <w:shd w:val="clear" w:color="auto" w:fill="auto"/>
          </w:tcPr>
          <w:p w:rsidR="00906228" w:rsidRPr="00693D49" w:rsidRDefault="00906228" w:rsidP="00714AAC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2. Define “coplanar” and </w:t>
            </w:r>
            <w:r w:rsidRPr="007A0BC2">
              <w:rPr>
                <w:rFonts w:ascii="Calibri" w:hAnsi="Calibri" w:cs="Calibri"/>
                <w:b/>
                <w:i/>
                <w:szCs w:val="20"/>
              </w:rPr>
              <w:t>sketch an example</w:t>
            </w:r>
            <w:r w:rsidRPr="00693D49">
              <w:rPr>
                <w:rFonts w:ascii="Calibri" w:hAnsi="Calibri" w:cs="Calibri"/>
                <w:szCs w:val="20"/>
              </w:rPr>
              <w:t xml:space="preserve"> of coplanar points. </w:t>
            </w:r>
          </w:p>
          <w:p w:rsidR="00906228" w:rsidRPr="00693D49" w:rsidRDefault="00906228" w:rsidP="00714AAC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906228" w:rsidRPr="00693D49" w:rsidRDefault="00906228" w:rsidP="00714AAC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906228" w:rsidRPr="00693D49" w:rsidRDefault="00906228" w:rsidP="00714AAC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906228" w:rsidRPr="00693D49" w:rsidRDefault="00906228" w:rsidP="00714AAC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906228" w:rsidRPr="00693D49" w:rsidRDefault="00906228" w:rsidP="00714AAC">
            <w:pPr>
              <w:rPr>
                <w:rFonts w:ascii="Calibri" w:hAnsi="Calibri" w:cs="Calibri"/>
                <w:szCs w:val="20"/>
              </w:rPr>
            </w:pPr>
          </w:p>
          <w:p w:rsidR="00906228" w:rsidRPr="00693D49" w:rsidRDefault="00906228" w:rsidP="00714AAC">
            <w:pPr>
              <w:rPr>
                <w:rFonts w:ascii="Calibri" w:hAnsi="Calibri" w:cs="Calibri"/>
                <w:szCs w:val="20"/>
              </w:rPr>
            </w:pPr>
          </w:p>
        </w:tc>
      </w:tr>
      <w:tr w:rsidR="00906228" w:rsidRPr="00693D49" w:rsidTr="00714AAC"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906228" w:rsidRPr="00906228" w:rsidRDefault="00906228" w:rsidP="00714AAC">
            <w:pPr>
              <w:rPr>
                <w:rFonts w:ascii="Calibri" w:hAnsi="Calibri" w:cs="Calibri"/>
                <w:spacing w:val="-2"/>
                <w:szCs w:val="20"/>
              </w:rPr>
            </w:pPr>
            <w:r w:rsidRPr="00906228">
              <w:rPr>
                <w:rFonts w:ascii="Calibri" w:hAnsi="Calibri" w:cs="Calibri"/>
                <w:spacing w:val="-2"/>
                <w:szCs w:val="20"/>
              </w:rPr>
              <w:t xml:space="preserve">3. What is the different between a line, a ray &amp; a segment? </w:t>
            </w:r>
          </w:p>
          <w:p w:rsidR="00906228" w:rsidRPr="00693D49" w:rsidRDefault="00906228" w:rsidP="00714AAC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906228" w:rsidRPr="00693D49" w:rsidRDefault="00906228" w:rsidP="00714AAC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906228" w:rsidRPr="00693D49" w:rsidRDefault="00906228" w:rsidP="00714AAC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906228" w:rsidRPr="00693D49" w:rsidRDefault="00906228" w:rsidP="00714AAC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906228" w:rsidRDefault="00906228" w:rsidP="00714AAC">
            <w:pPr>
              <w:tabs>
                <w:tab w:val="left" w:pos="1605"/>
              </w:tabs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4.  Write the necessary notation above “AB” to dem</w:t>
            </w:r>
            <w:r>
              <w:rPr>
                <w:rFonts w:ascii="Calibri" w:hAnsi="Calibri" w:cs="Calibri"/>
                <w:szCs w:val="20"/>
              </w:rPr>
              <w:t>onstrate that (</w:t>
            </w:r>
            <w:r w:rsidR="00433636">
              <w:rPr>
                <w:rFonts w:ascii="Calibri" w:hAnsi="Calibri" w:cs="Calibri"/>
                <w:szCs w:val="20"/>
              </w:rPr>
              <w:t>i</w:t>
            </w:r>
            <w:r>
              <w:rPr>
                <w:rFonts w:ascii="Calibri" w:hAnsi="Calibri" w:cs="Calibri"/>
                <w:szCs w:val="20"/>
              </w:rPr>
              <w:t>) is a line,  (</w:t>
            </w:r>
            <w:r w:rsidR="00433636">
              <w:rPr>
                <w:rFonts w:ascii="Calibri" w:hAnsi="Calibri" w:cs="Calibri"/>
                <w:szCs w:val="20"/>
              </w:rPr>
              <w:t>ii</w:t>
            </w:r>
            <w:r>
              <w:rPr>
                <w:rFonts w:ascii="Calibri" w:hAnsi="Calibri" w:cs="Calibri"/>
                <w:szCs w:val="20"/>
              </w:rPr>
              <w:t>) is a line segment, and (</w:t>
            </w:r>
            <w:r w:rsidR="00433636">
              <w:rPr>
                <w:rFonts w:ascii="Calibri" w:hAnsi="Calibri" w:cs="Calibri"/>
                <w:szCs w:val="20"/>
              </w:rPr>
              <w:t>iii</w:t>
            </w:r>
            <w:r>
              <w:rPr>
                <w:rFonts w:ascii="Calibri" w:hAnsi="Calibri" w:cs="Calibri"/>
                <w:szCs w:val="20"/>
              </w:rPr>
              <w:t>) is a ray.</w:t>
            </w:r>
          </w:p>
          <w:p w:rsidR="00906228" w:rsidRPr="00693D49" w:rsidRDefault="00906228" w:rsidP="00714AAC">
            <w:pPr>
              <w:tabs>
                <w:tab w:val="left" w:pos="1605"/>
              </w:tabs>
              <w:rPr>
                <w:rFonts w:ascii="Calibri" w:hAnsi="Calibri" w:cs="Calibri"/>
                <w:szCs w:val="20"/>
              </w:rPr>
            </w:pPr>
          </w:p>
          <w:p w:rsidR="00906228" w:rsidRPr="00693D49" w:rsidRDefault="00906228" w:rsidP="00714AAC">
            <w:pPr>
              <w:tabs>
                <w:tab w:val="left" w:pos="1605"/>
              </w:tabs>
              <w:rPr>
                <w:rFonts w:ascii="Calibri" w:hAnsi="Calibri" w:cs="Calibri"/>
                <w:szCs w:val="20"/>
              </w:rPr>
            </w:pPr>
          </w:p>
          <w:p w:rsidR="00906228" w:rsidRPr="00693D49" w:rsidRDefault="00906228" w:rsidP="00433636">
            <w:pPr>
              <w:tabs>
                <w:tab w:val="left" w:pos="1602"/>
                <w:tab w:val="left" w:pos="385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 w:rsidR="00433636"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</w:rPr>
              <w:t>)  AB</w:t>
            </w:r>
            <w:r>
              <w:rPr>
                <w:rFonts w:ascii="Calibri" w:hAnsi="Calibri" w:cs="Calibri"/>
              </w:rPr>
              <w:tab/>
            </w:r>
            <w:r w:rsidRPr="00693D49">
              <w:rPr>
                <w:rFonts w:ascii="Calibri" w:hAnsi="Calibri" w:cs="Calibri"/>
              </w:rPr>
              <w:t>(</w:t>
            </w:r>
            <w:r w:rsidR="00433636">
              <w:rPr>
                <w:rFonts w:ascii="Calibri" w:hAnsi="Calibri" w:cs="Calibri"/>
              </w:rPr>
              <w:t>ii</w:t>
            </w:r>
            <w:r w:rsidRPr="00693D49">
              <w:rPr>
                <w:rFonts w:ascii="Calibri" w:hAnsi="Calibri" w:cs="Calibri"/>
              </w:rPr>
              <w:t xml:space="preserve">)  AB </w:t>
            </w:r>
            <w:r>
              <w:rPr>
                <w:rFonts w:ascii="Calibri" w:hAnsi="Calibri" w:cs="Calibri"/>
              </w:rPr>
              <w:tab/>
              <w:t>(</w:t>
            </w:r>
            <w:r w:rsidR="00433636">
              <w:rPr>
                <w:rFonts w:ascii="Calibri" w:hAnsi="Calibri" w:cs="Calibri"/>
              </w:rPr>
              <w:t>iii</w:t>
            </w:r>
            <w:r w:rsidRPr="00693D49">
              <w:rPr>
                <w:rFonts w:ascii="Calibri" w:hAnsi="Calibri" w:cs="Calibri"/>
              </w:rPr>
              <w:t>)   AB</w:t>
            </w:r>
          </w:p>
          <w:p w:rsidR="00906228" w:rsidRPr="00693D49" w:rsidRDefault="00906228" w:rsidP="00433636">
            <w:pPr>
              <w:tabs>
                <w:tab w:val="left" w:pos="1602"/>
                <w:tab w:val="left" w:pos="3852"/>
              </w:tabs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(line)</w:t>
            </w:r>
            <w:r>
              <w:rPr>
                <w:rFonts w:ascii="Calibri" w:hAnsi="Calibri" w:cs="Calibri"/>
                <w:szCs w:val="20"/>
              </w:rPr>
              <w:tab/>
              <w:t>(line segment)</w:t>
            </w:r>
            <w:r>
              <w:rPr>
                <w:rFonts w:ascii="Calibri" w:hAnsi="Calibri" w:cs="Calibri"/>
                <w:szCs w:val="20"/>
              </w:rPr>
              <w:tab/>
              <w:t>(ray)</w:t>
            </w:r>
          </w:p>
        </w:tc>
      </w:tr>
      <w:tr w:rsidR="00906228" w:rsidRPr="00693D49" w:rsidTr="00714AAC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6228" w:rsidRPr="00693D49" w:rsidRDefault="00906228" w:rsidP="00714AAC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5. Use the diagram to decide whether the given statement is </w:t>
            </w:r>
            <w:r w:rsidRPr="00693D49">
              <w:rPr>
                <w:rFonts w:ascii="Calibri" w:hAnsi="Calibri" w:cs="Calibri"/>
                <w:i/>
                <w:szCs w:val="20"/>
              </w:rPr>
              <w:t>true</w:t>
            </w:r>
            <w:r w:rsidRPr="00693D49">
              <w:rPr>
                <w:rFonts w:ascii="Calibri" w:hAnsi="Calibri" w:cs="Calibri"/>
                <w:szCs w:val="20"/>
              </w:rPr>
              <w:t xml:space="preserve"> or </w:t>
            </w:r>
            <w:r w:rsidRPr="00693D49">
              <w:rPr>
                <w:rFonts w:ascii="Calibri" w:hAnsi="Calibri" w:cs="Calibri"/>
                <w:i/>
                <w:szCs w:val="20"/>
              </w:rPr>
              <w:t>false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  <w:p w:rsidR="00906228" w:rsidRPr="00693D49" w:rsidRDefault="00906228" w:rsidP="00714AAC">
            <w:pPr>
              <w:rPr>
                <w:rFonts w:ascii="Calibri" w:hAnsi="Calibri" w:cs="Calibri"/>
                <w:szCs w:val="20"/>
              </w:rPr>
            </w:pPr>
          </w:p>
          <w:p w:rsidR="00906228" w:rsidRPr="00693D49" w:rsidRDefault="00906228" w:rsidP="0090622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 E, G, and F 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906228" w:rsidRDefault="00906228" w:rsidP="0090622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</w:t>
            </w:r>
            <w:r>
              <w:rPr>
                <w:rFonts w:ascii="Calibri" w:hAnsi="Calibri" w:cs="Calibri"/>
                <w:szCs w:val="20"/>
              </w:rPr>
              <w:t xml:space="preserve"> E, G, and F are coplanar. </w:t>
            </w:r>
            <w:r w:rsidRPr="00693D49">
              <w:rPr>
                <w:rFonts w:ascii="Calibri" w:hAnsi="Calibri" w:cs="Calibri"/>
                <w:szCs w:val="20"/>
              </w:rPr>
              <w:t>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906228" w:rsidRPr="00693D49" w:rsidRDefault="00906228" w:rsidP="0090622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G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906228" w:rsidRPr="0019428C" w:rsidRDefault="00906228" w:rsidP="0090622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J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coplanar.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228" w:rsidRPr="00693D49" w:rsidRDefault="00906228" w:rsidP="00714AAC">
            <w:pPr>
              <w:rPr>
                <w:rFonts w:ascii="Calibri" w:hAnsi="Calibri" w:cs="Calibri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114550" cy="1752600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228" w:rsidRPr="00693D49" w:rsidTr="00714AAC">
        <w:tc>
          <w:tcPr>
            <w:tcW w:w="5508" w:type="dxa"/>
            <w:tcBorders>
              <w:top w:val="single" w:sz="4" w:space="0" w:color="auto"/>
            </w:tcBorders>
            <w:shd w:val="clear" w:color="auto" w:fill="auto"/>
          </w:tcPr>
          <w:p w:rsidR="00906228" w:rsidRPr="00693D49" w:rsidRDefault="00906228" w:rsidP="00714AAC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drawing>
                <wp:inline distT="0" distB="0" distL="0" distR="0">
                  <wp:extent cx="3248025" cy="1724025"/>
                  <wp:effectExtent l="19050" t="0" r="9525" b="0"/>
                  <wp:docPr id="2" name="Picture 10" descr="Description: http://image.tutorvista.com/Qimages/QD/391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http://image.tutorvista.com/Qimages/QD/391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6228" w:rsidRPr="00693D49" w:rsidRDefault="00906228" w:rsidP="00714AAC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6. Name at least 3 sets of 3 points in the figure above that are collinear. </w:t>
            </w:r>
          </w:p>
          <w:p w:rsidR="00906228" w:rsidRPr="00693D49" w:rsidRDefault="00906228" w:rsidP="00714AAC">
            <w:pPr>
              <w:rPr>
                <w:rFonts w:ascii="Calibri" w:hAnsi="Calibri" w:cs="Calibri"/>
                <w:szCs w:val="20"/>
              </w:rPr>
            </w:pPr>
          </w:p>
          <w:p w:rsidR="00906228" w:rsidRPr="00693D49" w:rsidRDefault="00906228" w:rsidP="00906228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  <w:p w:rsidR="00906228" w:rsidRPr="00693D49" w:rsidRDefault="00906228" w:rsidP="00906228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  <w:p w:rsidR="00906228" w:rsidRPr="0019428C" w:rsidRDefault="00906228" w:rsidP="00906228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</w:tc>
        <w:tc>
          <w:tcPr>
            <w:tcW w:w="5508" w:type="dxa"/>
            <w:tcBorders>
              <w:top w:val="single" w:sz="4" w:space="0" w:color="auto"/>
            </w:tcBorders>
            <w:shd w:val="clear" w:color="auto" w:fill="auto"/>
          </w:tcPr>
          <w:p w:rsidR="00906228" w:rsidRPr="00693D49" w:rsidRDefault="00906228" w:rsidP="00714AAC">
            <w:pPr>
              <w:rPr>
                <w:rFonts w:ascii="Calibri" w:hAnsi="Calibri" w:cs="Calibri"/>
                <w:szCs w:val="20"/>
              </w:rPr>
            </w:pPr>
            <w:r>
              <w:rPr>
                <w:noProof/>
                <w:szCs w:val="20"/>
              </w:rPr>
              <w:drawing>
                <wp:inline distT="0" distB="0" distL="0" distR="0">
                  <wp:extent cx="2438400" cy="1933575"/>
                  <wp:effectExtent l="19050" t="0" r="0" b="0"/>
                  <wp:docPr id="3" name="Picture 8" descr="Description: 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933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6228" w:rsidRPr="00693D49" w:rsidRDefault="00906228" w:rsidP="00714AAC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7. Name at least 3 sets of 3 points in the figure above that are coplanar. </w:t>
            </w:r>
          </w:p>
          <w:p w:rsidR="00906228" w:rsidRPr="00693D49" w:rsidRDefault="00906228" w:rsidP="00906228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  <w:p w:rsidR="00906228" w:rsidRPr="00693D49" w:rsidRDefault="00906228" w:rsidP="00906228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  <w:p w:rsidR="00906228" w:rsidRPr="00F3345E" w:rsidRDefault="00906228" w:rsidP="00433636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</w:tc>
      </w:tr>
    </w:tbl>
    <w:p w:rsidR="004A1C66" w:rsidRPr="00433636" w:rsidRDefault="004A1C66">
      <w:pPr>
        <w:rPr>
          <w:sz w:val="20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8"/>
        <w:gridCol w:w="5508"/>
      </w:tblGrid>
      <w:tr w:rsidR="00433636" w:rsidTr="00714AAC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636" w:rsidRPr="00DF0E19" w:rsidRDefault="00433636" w:rsidP="00714AAC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t>8</w:t>
            </w:r>
            <w:r w:rsidRPr="00DF0E19">
              <w:rPr>
                <w:rFonts w:ascii="Calibri" w:hAnsi="Calibri" w:cs="Calibri"/>
                <w:noProof/>
                <w:szCs w:val="20"/>
              </w:rPr>
              <w:t>) Determ</w:t>
            </w:r>
            <w:r>
              <w:rPr>
                <w:rFonts w:ascii="Calibri" w:hAnsi="Calibri" w:cs="Calibri"/>
                <w:noProof/>
                <w:szCs w:val="20"/>
              </w:rPr>
              <w:t>ine the slope of the line below: _____</w:t>
            </w:r>
          </w:p>
          <w:p w:rsidR="00433636" w:rsidRPr="00DF0E19" w:rsidRDefault="00433636" w:rsidP="00714AAC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drawing>
                <wp:inline distT="0" distB="0" distL="0" distR="0">
                  <wp:extent cx="2714625" cy="1581150"/>
                  <wp:effectExtent l="19050" t="0" r="9525" b="0"/>
                  <wp:docPr id="97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636" w:rsidRPr="00DF0E19" w:rsidRDefault="00433636" w:rsidP="00714AAC">
            <w:pPr>
              <w:rPr>
                <w:rFonts w:ascii="Calibri" w:hAnsi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t>9a</w:t>
            </w:r>
            <w:r w:rsidRPr="00DF0E19">
              <w:rPr>
                <w:rFonts w:ascii="Calibri" w:hAnsi="Calibri"/>
                <w:noProof/>
                <w:szCs w:val="20"/>
              </w:rPr>
              <w:t>) Determine the slope of the line b</w:t>
            </w:r>
            <w:r>
              <w:rPr>
                <w:rFonts w:ascii="Calibri" w:hAnsi="Calibri"/>
                <w:noProof/>
                <w:szCs w:val="20"/>
              </w:rPr>
              <w:t>elow: ____</w:t>
            </w:r>
          </w:p>
          <w:p w:rsidR="00433636" w:rsidRDefault="00433636" w:rsidP="00714AAC">
            <w:pPr>
              <w:rPr>
                <w:rFonts w:ascii="Calibri" w:hAnsi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drawing>
                <wp:inline distT="0" distB="0" distL="0" distR="0">
                  <wp:extent cx="2476500" cy="1447800"/>
                  <wp:effectExtent l="19050" t="0" r="0" b="0"/>
                  <wp:docPr id="98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3636" w:rsidRPr="00DF0E19" w:rsidRDefault="00433636" w:rsidP="00714AAC">
            <w:pPr>
              <w:rPr>
                <w:rFonts w:ascii="Calibri" w:hAnsi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t>b) What is the y-intercept? ____</w:t>
            </w:r>
          </w:p>
        </w:tc>
      </w:tr>
      <w:tr w:rsidR="00433636" w:rsidRPr="00DF0E19" w:rsidTr="00714AAC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636" w:rsidRPr="00DF0E19" w:rsidRDefault="00433636" w:rsidP="00714AAC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t>10</w:t>
            </w:r>
            <w:r w:rsidRPr="00DF0E19">
              <w:rPr>
                <w:rFonts w:ascii="Calibri" w:hAnsi="Calibri" w:cs="Calibri"/>
                <w:noProof/>
                <w:szCs w:val="20"/>
              </w:rPr>
              <w:t xml:space="preserve">) </w:t>
            </w:r>
            <w:r>
              <w:rPr>
                <w:rFonts w:ascii="Calibri" w:hAnsi="Calibri" w:cs="Calibri"/>
                <w:noProof/>
                <w:szCs w:val="20"/>
              </w:rPr>
              <w:t>Sketch a line with the given slope:</w:t>
            </w:r>
          </w:p>
          <w:p w:rsidR="00433636" w:rsidRPr="00DF0E19" w:rsidRDefault="00433636" w:rsidP="00714AAC">
            <w:pPr>
              <w:rPr>
                <w:rFonts w:ascii="Calibri" w:hAnsi="Calibri" w:cs="Calibri"/>
                <w:noProof/>
                <w:szCs w:val="20"/>
              </w:rPr>
            </w:pPr>
          </w:p>
          <w:p w:rsidR="00433636" w:rsidRPr="00DF0E19" w:rsidRDefault="00433636" w:rsidP="00714AAC">
            <w:pPr>
              <w:rPr>
                <w:rFonts w:ascii="Calibri" w:hAnsi="Calibri" w:cs="Calibri"/>
                <w:noProof/>
                <w:szCs w:val="20"/>
              </w:rPr>
            </w:pPr>
            <w:r w:rsidRPr="00DF0E19">
              <w:rPr>
                <w:rFonts w:ascii="Calibri" w:hAnsi="Calibri" w:cs="Calibri"/>
                <w:noProof/>
                <w:szCs w:val="20"/>
              </w:rPr>
              <w:t>a) Zero</w:t>
            </w:r>
          </w:p>
          <w:p w:rsidR="00433636" w:rsidRPr="00DF0E19" w:rsidRDefault="00433636" w:rsidP="00714AAC">
            <w:pPr>
              <w:rPr>
                <w:rFonts w:ascii="Calibri" w:hAnsi="Calibri" w:cs="Calibri"/>
                <w:noProof/>
                <w:szCs w:val="20"/>
              </w:rPr>
            </w:pPr>
          </w:p>
          <w:p w:rsidR="00433636" w:rsidRDefault="00433636" w:rsidP="00714AAC">
            <w:pPr>
              <w:rPr>
                <w:rFonts w:ascii="Calibri" w:hAnsi="Calibri" w:cs="Calibri"/>
                <w:noProof/>
                <w:szCs w:val="20"/>
              </w:rPr>
            </w:pPr>
          </w:p>
          <w:p w:rsidR="00433636" w:rsidRPr="00D26746" w:rsidRDefault="00433636" w:rsidP="00714AAC">
            <w:pPr>
              <w:rPr>
                <w:rFonts w:ascii="Calibri" w:hAnsi="Calibri" w:cs="Calibri"/>
                <w:i/>
                <w:noProof/>
                <w:szCs w:val="20"/>
              </w:rPr>
            </w:pPr>
            <w:r>
              <w:rPr>
                <w:rFonts w:ascii="Calibri" w:hAnsi="Calibri" w:cs="Calibri"/>
                <w:i/>
                <w:noProof/>
                <w:szCs w:val="20"/>
              </w:rPr>
              <w:t>What is this kind of line called: _________________</w:t>
            </w:r>
          </w:p>
          <w:p w:rsidR="00433636" w:rsidRDefault="00433636" w:rsidP="00714AAC">
            <w:pPr>
              <w:rPr>
                <w:rFonts w:ascii="Calibri" w:hAnsi="Calibri" w:cs="Calibri"/>
                <w:noProof/>
                <w:szCs w:val="20"/>
              </w:rPr>
            </w:pPr>
          </w:p>
          <w:p w:rsidR="00433636" w:rsidRPr="00DF0E19" w:rsidRDefault="00433636" w:rsidP="00714AAC">
            <w:pPr>
              <w:rPr>
                <w:rFonts w:ascii="Calibri" w:hAnsi="Calibri" w:cs="Calibri"/>
                <w:noProof/>
                <w:szCs w:val="20"/>
              </w:rPr>
            </w:pPr>
          </w:p>
          <w:p w:rsidR="00433636" w:rsidRPr="00DF0E19" w:rsidRDefault="00433636" w:rsidP="00714AAC">
            <w:pPr>
              <w:rPr>
                <w:rFonts w:ascii="Calibri" w:hAnsi="Calibri" w:cs="Calibri"/>
                <w:noProof/>
                <w:szCs w:val="20"/>
              </w:rPr>
            </w:pPr>
          </w:p>
          <w:p w:rsidR="00433636" w:rsidRPr="00DF0E19" w:rsidRDefault="00433636" w:rsidP="00714AAC">
            <w:pPr>
              <w:rPr>
                <w:rFonts w:ascii="Calibri" w:hAnsi="Calibri" w:cs="Calibri"/>
                <w:noProof/>
                <w:szCs w:val="20"/>
              </w:rPr>
            </w:pPr>
            <w:r w:rsidRPr="00DF0E19">
              <w:rPr>
                <w:rFonts w:ascii="Calibri" w:hAnsi="Calibri" w:cs="Calibri"/>
                <w:noProof/>
                <w:szCs w:val="20"/>
              </w:rPr>
              <w:t>b) Undefined</w:t>
            </w:r>
          </w:p>
          <w:p w:rsidR="00433636" w:rsidRPr="00DF0E19" w:rsidRDefault="00433636" w:rsidP="00714AAC">
            <w:pPr>
              <w:rPr>
                <w:rFonts w:ascii="Calibri" w:hAnsi="Calibri" w:cs="Calibri"/>
                <w:noProof/>
                <w:szCs w:val="20"/>
              </w:rPr>
            </w:pPr>
          </w:p>
          <w:p w:rsidR="00433636" w:rsidRPr="00DF0E19" w:rsidRDefault="00433636" w:rsidP="00714AAC">
            <w:pPr>
              <w:rPr>
                <w:rFonts w:ascii="Calibri" w:hAnsi="Calibri" w:cs="Calibri"/>
                <w:noProof/>
                <w:szCs w:val="20"/>
              </w:rPr>
            </w:pPr>
          </w:p>
          <w:p w:rsidR="00433636" w:rsidRPr="00D26746" w:rsidRDefault="00433636" w:rsidP="00714AAC">
            <w:pPr>
              <w:rPr>
                <w:rFonts w:ascii="Calibri" w:hAnsi="Calibri" w:cs="Calibri"/>
                <w:i/>
                <w:noProof/>
                <w:szCs w:val="20"/>
              </w:rPr>
            </w:pPr>
            <w:r>
              <w:rPr>
                <w:rFonts w:ascii="Calibri" w:hAnsi="Calibri" w:cs="Calibri"/>
                <w:i/>
                <w:noProof/>
                <w:szCs w:val="20"/>
              </w:rPr>
              <w:t>What is this kind of line called: _________________</w:t>
            </w:r>
          </w:p>
          <w:p w:rsidR="00433636" w:rsidRPr="00DF0E19" w:rsidRDefault="00433636" w:rsidP="00714AAC">
            <w:pPr>
              <w:rPr>
                <w:rFonts w:ascii="Calibri" w:hAnsi="Calibri" w:cs="Calibri"/>
                <w:noProof/>
                <w:szCs w:val="20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636" w:rsidRPr="00DF0E19" w:rsidRDefault="00433636" w:rsidP="00714AAC">
            <w:pPr>
              <w:rPr>
                <w:rFonts w:ascii="Calibri" w:hAnsi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t>11</w:t>
            </w:r>
            <w:r w:rsidRPr="00DF0E19">
              <w:rPr>
                <w:rFonts w:ascii="Calibri" w:hAnsi="Calibri"/>
                <w:noProof/>
                <w:szCs w:val="20"/>
              </w:rPr>
              <w:t>) Use the graph below to answer the questions that follow.</w:t>
            </w:r>
          </w:p>
          <w:p w:rsidR="00433636" w:rsidRPr="00DF0E19" w:rsidRDefault="00433636" w:rsidP="00714AAC">
            <w:pPr>
              <w:rPr>
                <w:rFonts w:ascii="Calibri" w:hAnsi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drawing>
                <wp:inline distT="0" distB="0" distL="0" distR="0">
                  <wp:extent cx="2505075" cy="2295525"/>
                  <wp:effectExtent l="19050" t="0" r="9525" b="0"/>
                  <wp:docPr id="9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229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3636" w:rsidRPr="00DF0E19" w:rsidRDefault="00433636" w:rsidP="00714AAC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t>a) How many lines have a positive slope?  _____</w:t>
            </w:r>
          </w:p>
          <w:p w:rsidR="00433636" w:rsidRPr="00DF0E19" w:rsidRDefault="00433636" w:rsidP="00714AAC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t>b) How many lines have a negative slope? _____</w:t>
            </w:r>
          </w:p>
          <w:p w:rsidR="00433636" w:rsidRPr="00DF0E19" w:rsidRDefault="00433636" w:rsidP="00714AAC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t>c) How many lines have an undefined slope? _____</w:t>
            </w:r>
          </w:p>
          <w:p w:rsidR="00433636" w:rsidRPr="00DF0E19" w:rsidRDefault="00433636" w:rsidP="00714AAC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t>d) How many lines have a slope of zero?  _____</w:t>
            </w:r>
          </w:p>
        </w:tc>
      </w:tr>
      <w:tr w:rsidR="00433636" w:rsidRPr="00DF0E19" w:rsidTr="00714AAC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636" w:rsidRPr="00DF0E19" w:rsidRDefault="00433636" w:rsidP="00714AAC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t>12</w:t>
            </w:r>
            <w:r w:rsidRPr="00DF0E19">
              <w:rPr>
                <w:rFonts w:ascii="Calibri" w:hAnsi="Calibri" w:cs="Calibri"/>
                <w:noProof/>
                <w:szCs w:val="20"/>
              </w:rPr>
              <w:t xml:space="preserve">) Sketch a line </w:t>
            </w:r>
            <w:r>
              <w:rPr>
                <w:rFonts w:ascii="Calibri" w:hAnsi="Calibri" w:cs="Calibri"/>
                <w:noProof/>
                <w:szCs w:val="20"/>
              </w:rPr>
              <w:t xml:space="preserve">in the box to the right </w:t>
            </w:r>
            <w:r w:rsidRPr="00DF0E19">
              <w:rPr>
                <w:rFonts w:ascii="Calibri" w:hAnsi="Calibri" w:cs="Calibri"/>
                <w:noProof/>
                <w:szCs w:val="20"/>
              </w:rPr>
              <w:t>to represent the following scenario: Mr. Lawler was sitting in h</w:t>
            </w:r>
            <w:r>
              <w:rPr>
                <w:rFonts w:ascii="Calibri" w:hAnsi="Calibri" w:cs="Calibri"/>
                <w:noProof/>
                <w:szCs w:val="20"/>
              </w:rPr>
              <w:t>is car stuck in traffic on a highway</w:t>
            </w:r>
            <w:r w:rsidRPr="00DF0E19">
              <w:rPr>
                <w:rFonts w:ascii="Calibri" w:hAnsi="Calibri" w:cs="Calibri"/>
                <w:noProof/>
                <w:szCs w:val="20"/>
              </w:rPr>
              <w:t>.  He did not accelerate at all for ten minutes.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636" w:rsidRPr="00DF0E19" w:rsidRDefault="00433636" w:rsidP="00714AAC">
            <w:pPr>
              <w:rPr>
                <w:rFonts w:ascii="Calibri" w:hAnsi="Calibri"/>
                <w:noProof/>
                <w:szCs w:val="20"/>
              </w:rPr>
            </w:pPr>
          </w:p>
        </w:tc>
      </w:tr>
      <w:tr w:rsidR="00433636" w:rsidRPr="00DF0E19" w:rsidTr="00714AAC">
        <w:tc>
          <w:tcPr>
            <w:tcW w:w="11016" w:type="dxa"/>
            <w:gridSpan w:val="2"/>
          </w:tcPr>
          <w:p w:rsidR="00433636" w:rsidRPr="00DF0E19" w:rsidRDefault="00433636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Pr="00DF0E19">
              <w:rPr>
                <w:rFonts w:ascii="Calibri" w:hAnsi="Calibri"/>
              </w:rPr>
              <w:t xml:space="preserve">) </w:t>
            </w:r>
            <w:r w:rsidRPr="00DF0E19">
              <w:rPr>
                <w:rFonts w:ascii="Calibri" w:hAnsi="Calibri"/>
                <w:b/>
              </w:rPr>
              <w:t xml:space="preserve">Error Analysis.  </w:t>
            </w:r>
            <w:r w:rsidRPr="00DF0E19">
              <w:rPr>
                <w:rFonts w:ascii="Calibri" w:hAnsi="Calibri"/>
              </w:rPr>
              <w:t xml:space="preserve">Cindy looked at the graph below and stated that the slope was </w:t>
            </w:r>
            <w:r w:rsidRPr="00DF0E19">
              <w:rPr>
                <w:rFonts w:ascii="Calibri" w:hAnsi="Calibri"/>
                <w:position w:val="-24"/>
              </w:rPr>
              <w:object w:dxaOrig="420" w:dyaOrig="620">
                <v:shape id="_x0000_i1025" type="#_x0000_t75" style="width:20.55pt;height:30.85pt" o:ole="">
                  <v:imagedata r:id="rId14" o:title=""/>
                </v:shape>
                <o:OLEObject Type="Embed" ProgID="Equation.3" ShapeID="_x0000_i1025" DrawAspect="Content" ObjectID="_1472235816" r:id="rId15"/>
              </w:object>
            </w:r>
            <w:r w:rsidRPr="00DF0E19">
              <w:rPr>
                <w:rFonts w:ascii="Calibri" w:hAnsi="Calibri"/>
              </w:rPr>
              <w:t xml:space="preserve">.  </w:t>
            </w:r>
            <w:r w:rsidRPr="00DF0E19">
              <w:rPr>
                <w:rFonts w:ascii="Calibri" w:hAnsi="Calibri"/>
                <w:i/>
              </w:rPr>
              <w:t>Explain</w:t>
            </w:r>
            <w:r w:rsidRPr="00DF0E19">
              <w:rPr>
                <w:rFonts w:ascii="Calibri" w:hAnsi="Calibri"/>
              </w:rPr>
              <w:t xml:space="preserve"> what mistake she made and </w:t>
            </w:r>
            <w:r w:rsidRPr="00DF0E19">
              <w:rPr>
                <w:rFonts w:ascii="Calibri" w:hAnsi="Calibri"/>
                <w:i/>
              </w:rPr>
              <w:t>correct</w:t>
            </w:r>
            <w:r w:rsidRPr="00DF0E19">
              <w:rPr>
                <w:rFonts w:ascii="Calibri" w:hAnsi="Calibri"/>
              </w:rPr>
              <w:t xml:space="preserve"> her by providing the accurate slope of the line.</w:t>
            </w:r>
          </w:p>
          <w:p w:rsidR="00433636" w:rsidRPr="00DF0E19" w:rsidRDefault="00433636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>
                  <wp:extent cx="2409825" cy="1400175"/>
                  <wp:effectExtent l="19050" t="0" r="9525" b="0"/>
                  <wp:docPr id="10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3636" w:rsidRPr="00DF0E19" w:rsidTr="00714AAC">
        <w:tc>
          <w:tcPr>
            <w:tcW w:w="11016" w:type="dxa"/>
            <w:gridSpan w:val="2"/>
          </w:tcPr>
          <w:p w:rsidR="00433636" w:rsidRPr="00DF0E19" w:rsidRDefault="00433636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  <w:r w:rsidRPr="00DF0E19">
              <w:rPr>
                <w:rFonts w:ascii="Calibri" w:hAnsi="Calibri"/>
              </w:rPr>
              <w:t xml:space="preserve">) </w:t>
            </w:r>
            <w:r w:rsidRPr="00DF0E19">
              <w:rPr>
                <w:rFonts w:ascii="Calibri" w:hAnsi="Calibri"/>
                <w:b/>
              </w:rPr>
              <w:t>Explain.</w:t>
            </w:r>
            <w:r w:rsidRPr="00DF0E19">
              <w:rPr>
                <w:rFonts w:ascii="Calibri" w:hAnsi="Calibri"/>
              </w:rPr>
              <w:t xml:space="preserve">  In 2 sentences, explain which line has the steepest slope by analyzing the equations of the lines below.</w:t>
            </w:r>
          </w:p>
          <w:p w:rsidR="00433636" w:rsidRPr="00DF0E19" w:rsidRDefault="00433636" w:rsidP="00714AAC">
            <w:pPr>
              <w:rPr>
                <w:rFonts w:ascii="Calibri" w:hAnsi="Calibri"/>
              </w:rPr>
            </w:pPr>
            <w:r w:rsidRPr="00DF0E19">
              <w:rPr>
                <w:rFonts w:ascii="Calibri" w:hAnsi="Calibri"/>
              </w:rPr>
              <w:t>Line a: y = 2x – 4</w:t>
            </w:r>
          </w:p>
          <w:p w:rsidR="00433636" w:rsidRDefault="00433636" w:rsidP="00714AAC">
            <w:pPr>
              <w:rPr>
                <w:rFonts w:ascii="Calibri" w:hAnsi="Calibri"/>
              </w:rPr>
            </w:pPr>
            <w:r w:rsidRPr="00DF0E19">
              <w:rPr>
                <w:rFonts w:ascii="Calibri" w:hAnsi="Calibri"/>
              </w:rPr>
              <w:t xml:space="preserve">Line b: y = </w:t>
            </w:r>
            <w:r w:rsidRPr="00DF0E19">
              <w:rPr>
                <w:rFonts w:ascii="Calibri" w:hAnsi="Calibri"/>
                <w:position w:val="-24"/>
              </w:rPr>
              <w:object w:dxaOrig="220" w:dyaOrig="620">
                <v:shape id="_x0000_i1026" type="#_x0000_t75" style="width:11.2pt;height:30.85pt" o:ole="">
                  <v:imagedata r:id="rId17" o:title=""/>
                </v:shape>
                <o:OLEObject Type="Embed" ProgID="Equation.3" ShapeID="_x0000_i1026" DrawAspect="Content" ObjectID="_1472235817" r:id="rId18"/>
              </w:object>
            </w:r>
            <w:r w:rsidRPr="00DF0E19">
              <w:rPr>
                <w:rFonts w:ascii="Calibri" w:hAnsi="Calibri"/>
              </w:rPr>
              <w:t>x + 2</w:t>
            </w:r>
          </w:p>
          <w:p w:rsidR="00433636" w:rsidRPr="00DF0E19" w:rsidRDefault="00433636" w:rsidP="00714AAC">
            <w:pPr>
              <w:rPr>
                <w:rFonts w:ascii="Calibri" w:hAnsi="Calibri"/>
              </w:rPr>
            </w:pPr>
          </w:p>
        </w:tc>
      </w:tr>
    </w:tbl>
    <w:p w:rsidR="004A1C66" w:rsidRPr="00433636" w:rsidRDefault="004A1C66" w:rsidP="00433636">
      <w:pPr>
        <w:rPr>
          <w:sz w:val="12"/>
        </w:rPr>
      </w:pPr>
    </w:p>
    <w:sectPr w:rsidR="004A1C66" w:rsidRPr="00433636" w:rsidSect="00433636">
      <w:footerReference w:type="default" r:id="rId19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E69" w:rsidRDefault="00F66E69" w:rsidP="004A1C66">
      <w:r>
        <w:separator/>
      </w:r>
    </w:p>
  </w:endnote>
  <w:endnote w:type="continuationSeparator" w:id="0">
    <w:p w:rsidR="00F66E69" w:rsidRDefault="00F66E69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E69" w:rsidRDefault="00F66E69" w:rsidP="004A1C66">
      <w:r>
        <w:separator/>
      </w:r>
    </w:p>
  </w:footnote>
  <w:footnote w:type="continuationSeparator" w:id="0">
    <w:p w:rsidR="00F66E69" w:rsidRDefault="00F66E69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70BA"/>
    <w:rsid w:val="000248E2"/>
    <w:rsid w:val="00242D79"/>
    <w:rsid w:val="003B785F"/>
    <w:rsid w:val="00433636"/>
    <w:rsid w:val="004A1C66"/>
    <w:rsid w:val="004D05E9"/>
    <w:rsid w:val="00674044"/>
    <w:rsid w:val="006F5A5F"/>
    <w:rsid w:val="007E739E"/>
    <w:rsid w:val="00817E09"/>
    <w:rsid w:val="00906228"/>
    <w:rsid w:val="00921589"/>
    <w:rsid w:val="00B53200"/>
    <w:rsid w:val="00BC70BA"/>
    <w:rsid w:val="00CE4705"/>
    <w:rsid w:val="00CE4870"/>
    <w:rsid w:val="00DD6332"/>
    <w:rsid w:val="00ED05F2"/>
    <w:rsid w:val="00ED34BF"/>
    <w:rsid w:val="00F40596"/>
    <w:rsid w:val="00F66E69"/>
    <w:rsid w:val="00FB0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oleObject" Target="embeddings/oleObject2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q1%20(14-15)\wk04~sep%2015-19%20(foundations%20of%20geometry)\day%2015%20-%20sep%2015\HW15_PointsLinesPlanes%20(temp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HW15_PointsLinesPlanes (temp)</Template>
  <TotalTime>1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2014-09-15T02:36:00Z</dcterms:created>
  <dcterms:modified xsi:type="dcterms:W3CDTF">2014-09-15T02:37:00Z</dcterms:modified>
</cp:coreProperties>
</file>